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B44" w:rsidRPr="007B050B" w:rsidRDefault="00890B44" w:rsidP="00E81C3C">
      <w:pPr>
        <w:pStyle w:val="Title"/>
        <w:jc w:val="left"/>
        <w:rPr>
          <w:b w:val="0"/>
        </w:rPr>
      </w:pPr>
      <w:r>
        <w:rPr>
          <w:noProof/>
        </w:rPr>
        <w:pict>
          <v:group id="_x0000_s1026" style="position:absolute;left:0;text-align:left;margin-left:207pt;margin-top:-54pt;width:62.25pt;height:108pt;z-index:251658240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890B44" w:rsidRDefault="00890B44" w:rsidP="00E535FE">
                      <w:pPr>
                        <w:rPr>
                          <w:color w:val="000000"/>
                          <w:sz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890B44" w:rsidRDefault="00890B44" w:rsidP="00E535FE">
                      <w:pPr>
                        <w:rPr>
                          <w:color w:val="000000"/>
                          <w:sz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158;height:20" coordsize="158,20" path="m,l40,20r73,-6l158,14e" filled="f" strokecolor="#1f1a17" strokeweight=".1323mm">
              <v:path arrowok="t"/>
              <o:lock v:ext="edit" aspectratio="t"/>
            </v:shape>
          </v:group>
        </w:pict>
      </w:r>
    </w:p>
    <w:p w:rsidR="00890B44" w:rsidRPr="007B050B" w:rsidRDefault="00890B44" w:rsidP="00D97898">
      <w:pPr>
        <w:pStyle w:val="Title"/>
        <w:jc w:val="left"/>
        <w:rPr>
          <w:b w:val="0"/>
        </w:rPr>
      </w:pPr>
    </w:p>
    <w:p w:rsidR="00890B44" w:rsidRPr="007B050B" w:rsidRDefault="00890B44" w:rsidP="00D97898">
      <w:pPr>
        <w:pStyle w:val="Title"/>
        <w:rPr>
          <w:b w:val="0"/>
        </w:rPr>
      </w:pPr>
    </w:p>
    <w:p w:rsidR="00890B44" w:rsidRPr="007B050B" w:rsidRDefault="00890B44" w:rsidP="00D97898">
      <w:pPr>
        <w:pStyle w:val="Title"/>
        <w:rPr>
          <w:b w:val="0"/>
        </w:rPr>
      </w:pPr>
    </w:p>
    <w:p w:rsidR="00890B44" w:rsidRDefault="00890B44" w:rsidP="00D97898">
      <w:pPr>
        <w:pStyle w:val="Title"/>
        <w:ind w:right="21" w:firstLine="0"/>
      </w:pPr>
    </w:p>
    <w:p w:rsidR="00890B44" w:rsidRPr="007B050B" w:rsidRDefault="00890B44" w:rsidP="00D97898">
      <w:pPr>
        <w:pStyle w:val="Title"/>
        <w:ind w:right="21" w:firstLine="0"/>
      </w:pPr>
      <w:r w:rsidRPr="007B050B">
        <w:t>Российская Федерация</w:t>
      </w:r>
    </w:p>
    <w:p w:rsidR="00890B44" w:rsidRPr="00CC335D" w:rsidRDefault="00890B44" w:rsidP="00433426">
      <w:pPr>
        <w:ind w:right="21" w:firstLine="0"/>
        <w:jc w:val="center"/>
        <w:rPr>
          <w:sz w:val="24"/>
          <w:szCs w:val="24"/>
        </w:rPr>
      </w:pPr>
      <w:r w:rsidRPr="00CC335D">
        <w:rPr>
          <w:sz w:val="24"/>
          <w:szCs w:val="24"/>
        </w:rPr>
        <w:t>ХАНТЫ-МАНСИЙСКИЙ АВТОНОМНЫЙ ОКРУГ - ЮГРА</w:t>
      </w:r>
    </w:p>
    <w:p w:rsidR="00890B44" w:rsidRPr="00CC335D" w:rsidRDefault="00890B44" w:rsidP="00433426">
      <w:pPr>
        <w:ind w:right="21" w:firstLine="0"/>
        <w:jc w:val="center"/>
        <w:rPr>
          <w:sz w:val="24"/>
          <w:szCs w:val="24"/>
        </w:rPr>
      </w:pPr>
      <w:r w:rsidRPr="00CC335D">
        <w:rPr>
          <w:sz w:val="24"/>
          <w:szCs w:val="24"/>
        </w:rPr>
        <w:t>МУНИЦИПАЛЬНОЕ ОБРАЗОВАНИЕ</w:t>
      </w:r>
    </w:p>
    <w:p w:rsidR="00890B44" w:rsidRPr="00CC335D" w:rsidRDefault="00890B44" w:rsidP="00433426">
      <w:pPr>
        <w:ind w:right="21" w:firstLine="0"/>
        <w:jc w:val="center"/>
        <w:rPr>
          <w:sz w:val="24"/>
          <w:szCs w:val="24"/>
        </w:rPr>
      </w:pPr>
      <w:r w:rsidRPr="00CC335D">
        <w:rPr>
          <w:sz w:val="24"/>
          <w:szCs w:val="24"/>
        </w:rPr>
        <w:t>СОВЕТСКИЙ РАЙОН</w:t>
      </w:r>
    </w:p>
    <w:p w:rsidR="00890B44" w:rsidRPr="007B050B" w:rsidRDefault="00890B44" w:rsidP="00D97898">
      <w:pPr>
        <w:ind w:right="21" w:firstLine="0"/>
        <w:rPr>
          <w:b w:val="0"/>
          <w:sz w:val="22"/>
        </w:rPr>
      </w:pPr>
    </w:p>
    <w:p w:rsidR="00890B44" w:rsidRPr="00485590" w:rsidRDefault="00890B44" w:rsidP="00433426">
      <w:pPr>
        <w:pStyle w:val="Heading2"/>
        <w:numPr>
          <w:ilvl w:val="0"/>
          <w:numId w:val="0"/>
        </w:numPr>
        <w:pBdr>
          <w:bottom w:val="single" w:sz="12" w:space="10" w:color="auto"/>
        </w:pBdr>
        <w:ind w:right="21"/>
        <w:jc w:val="center"/>
        <w:rPr>
          <w:b/>
          <w:sz w:val="48"/>
        </w:rPr>
      </w:pPr>
      <w:r w:rsidRPr="00485590">
        <w:rPr>
          <w:b/>
          <w:sz w:val="48"/>
        </w:rPr>
        <w:t>Д У М А</w:t>
      </w:r>
    </w:p>
    <w:p w:rsidR="00890B44" w:rsidRPr="00433426" w:rsidRDefault="00890B44" w:rsidP="00433426">
      <w:pPr>
        <w:ind w:right="21" w:firstLine="0"/>
        <w:jc w:val="center"/>
        <w:rPr>
          <w:sz w:val="48"/>
          <w:szCs w:val="48"/>
        </w:rPr>
      </w:pPr>
      <w:r w:rsidRPr="00433426">
        <w:rPr>
          <w:sz w:val="48"/>
          <w:szCs w:val="48"/>
        </w:rPr>
        <w:t>Решение</w:t>
      </w:r>
    </w:p>
    <w:p w:rsidR="00890B44" w:rsidRDefault="00890B44" w:rsidP="00E535FE">
      <w:pPr>
        <w:ind w:right="41" w:firstLine="0"/>
        <w:rPr>
          <w:b w:val="0"/>
          <w:sz w:val="24"/>
        </w:rPr>
      </w:pPr>
    </w:p>
    <w:p w:rsidR="00890B44" w:rsidRPr="00E535FE" w:rsidRDefault="00890B44" w:rsidP="00E535FE">
      <w:pPr>
        <w:ind w:right="41" w:firstLine="0"/>
        <w:rPr>
          <w:b w:val="0"/>
          <w:sz w:val="24"/>
          <w:szCs w:val="24"/>
        </w:rPr>
      </w:pPr>
      <w:r w:rsidRPr="00E535FE">
        <w:rPr>
          <w:b w:val="0"/>
          <w:sz w:val="24"/>
          <w:szCs w:val="24"/>
        </w:rPr>
        <w:t xml:space="preserve">от «25» апреля </w:t>
      </w:r>
      <w:smartTag w:uri="urn:schemas-microsoft-com:office:smarttags" w:element="metricconverter">
        <w:smartTagPr>
          <w:attr w:name="ProductID" w:val="2014 г"/>
        </w:smartTagPr>
        <w:r w:rsidRPr="00E535FE">
          <w:rPr>
            <w:b w:val="0"/>
            <w:sz w:val="24"/>
            <w:szCs w:val="24"/>
          </w:rPr>
          <w:t>2014 г</w:t>
        </w:r>
      </w:smartTag>
      <w:r w:rsidRPr="00E535FE">
        <w:rPr>
          <w:b w:val="0"/>
          <w:sz w:val="24"/>
          <w:szCs w:val="24"/>
        </w:rPr>
        <w:t xml:space="preserve">.                                                                                              </w:t>
      </w:r>
      <w:r>
        <w:rPr>
          <w:b w:val="0"/>
          <w:sz w:val="24"/>
          <w:szCs w:val="24"/>
        </w:rPr>
        <w:t xml:space="preserve">                </w:t>
      </w:r>
      <w:r w:rsidRPr="00E535FE">
        <w:rPr>
          <w:b w:val="0"/>
          <w:sz w:val="24"/>
          <w:szCs w:val="24"/>
        </w:rPr>
        <w:t>№ 29</w:t>
      </w:r>
      <w:r>
        <w:rPr>
          <w:b w:val="0"/>
          <w:sz w:val="24"/>
          <w:szCs w:val="24"/>
        </w:rPr>
        <w:t>6</w:t>
      </w:r>
    </w:p>
    <w:p w:rsidR="00890B44" w:rsidRPr="007B050B" w:rsidRDefault="00890B44" w:rsidP="00433426">
      <w:pPr>
        <w:ind w:right="21" w:firstLine="0"/>
        <w:rPr>
          <w:b w:val="0"/>
          <w:sz w:val="24"/>
        </w:rPr>
      </w:pPr>
      <w:r w:rsidRPr="007B050B">
        <w:rPr>
          <w:b w:val="0"/>
          <w:sz w:val="24"/>
        </w:rPr>
        <w:t>г. Советский</w:t>
      </w:r>
    </w:p>
    <w:p w:rsidR="00890B44" w:rsidRPr="007B050B" w:rsidRDefault="00890B44" w:rsidP="00433426">
      <w:pPr>
        <w:tabs>
          <w:tab w:val="num" w:pos="0"/>
        </w:tabs>
        <w:ind w:right="21" w:firstLine="0"/>
        <w:rPr>
          <w:b w:val="0"/>
          <w:sz w:val="24"/>
          <w:szCs w:val="24"/>
        </w:rPr>
      </w:pPr>
    </w:p>
    <w:p w:rsidR="00890B44" w:rsidRPr="007B050B" w:rsidRDefault="00890B44" w:rsidP="00433426">
      <w:pPr>
        <w:tabs>
          <w:tab w:val="num" w:pos="0"/>
        </w:tabs>
        <w:ind w:right="21" w:firstLine="0"/>
        <w:rPr>
          <w:b w:val="0"/>
          <w:sz w:val="24"/>
          <w:szCs w:val="24"/>
        </w:rPr>
      </w:pPr>
    </w:p>
    <w:p w:rsidR="00890B44" w:rsidRDefault="00890B44" w:rsidP="00433426">
      <w:pPr>
        <w:tabs>
          <w:tab w:val="num" w:pos="0"/>
        </w:tabs>
        <w:ind w:right="21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внесении дополнений в решение</w:t>
      </w:r>
    </w:p>
    <w:p w:rsidR="00890B44" w:rsidRDefault="00890B44" w:rsidP="00433426">
      <w:pPr>
        <w:tabs>
          <w:tab w:val="num" w:pos="0"/>
        </w:tabs>
        <w:ind w:right="21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Думы Советского района от 28.09.2012 № 163</w:t>
      </w:r>
    </w:p>
    <w:p w:rsidR="00890B44" w:rsidRPr="007B050B" w:rsidRDefault="00890B44" w:rsidP="00880171">
      <w:pPr>
        <w:tabs>
          <w:tab w:val="num" w:pos="0"/>
        </w:tabs>
        <w:ind w:right="21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«О создании Дорожного фонда Советского района»</w:t>
      </w:r>
    </w:p>
    <w:p w:rsidR="00890B44" w:rsidRPr="007B050B" w:rsidRDefault="00890B44" w:rsidP="0021113C">
      <w:pPr>
        <w:tabs>
          <w:tab w:val="num" w:pos="0"/>
        </w:tabs>
        <w:ind w:right="21" w:firstLine="0"/>
        <w:rPr>
          <w:b w:val="0"/>
          <w:sz w:val="24"/>
          <w:szCs w:val="24"/>
        </w:rPr>
      </w:pPr>
    </w:p>
    <w:p w:rsidR="00890B44" w:rsidRDefault="00890B44" w:rsidP="00433426">
      <w:pPr>
        <w:ind w:right="21" w:firstLine="720"/>
        <w:rPr>
          <w:b w:val="0"/>
          <w:sz w:val="24"/>
          <w:szCs w:val="24"/>
        </w:rPr>
      </w:pPr>
    </w:p>
    <w:p w:rsidR="00890B44" w:rsidRPr="00A7566C" w:rsidRDefault="00890B44" w:rsidP="00433426">
      <w:pPr>
        <w:ind w:right="21" w:firstLine="720"/>
        <w:rPr>
          <w:rFonts w:ascii="Arial" w:hAnsi="Arial"/>
          <w:b w:val="0"/>
          <w:bCs w:val="0"/>
          <w:sz w:val="24"/>
          <w:szCs w:val="24"/>
        </w:rPr>
      </w:pPr>
      <w:r w:rsidRPr="00A7566C">
        <w:rPr>
          <w:b w:val="0"/>
          <w:sz w:val="24"/>
          <w:szCs w:val="24"/>
        </w:rPr>
        <w:t xml:space="preserve">В соответствии со статьей 179.4 Бюджетного кодекса Российской Федерации, Уставом Советского района, </w:t>
      </w:r>
    </w:p>
    <w:p w:rsidR="00890B44" w:rsidRPr="00A7566C" w:rsidRDefault="00890B44" w:rsidP="00433426">
      <w:pPr>
        <w:ind w:right="21"/>
        <w:rPr>
          <w:b w:val="0"/>
          <w:sz w:val="16"/>
          <w:szCs w:val="16"/>
        </w:rPr>
      </w:pPr>
    </w:p>
    <w:p w:rsidR="00890B44" w:rsidRPr="00A7566C" w:rsidRDefault="00890B44" w:rsidP="00E535FE">
      <w:pPr>
        <w:ind w:right="21" w:firstLine="0"/>
        <w:jc w:val="center"/>
        <w:rPr>
          <w:b w:val="0"/>
          <w:sz w:val="24"/>
          <w:szCs w:val="24"/>
        </w:rPr>
      </w:pPr>
      <w:r w:rsidRPr="00A7566C">
        <w:rPr>
          <w:b w:val="0"/>
          <w:sz w:val="24"/>
          <w:szCs w:val="24"/>
        </w:rPr>
        <w:t>Дума Советского района решила:</w:t>
      </w:r>
    </w:p>
    <w:p w:rsidR="00890B44" w:rsidRPr="00A7566C" w:rsidRDefault="00890B44" w:rsidP="00433426">
      <w:pPr>
        <w:tabs>
          <w:tab w:val="num" w:pos="0"/>
        </w:tabs>
        <w:ind w:right="21"/>
        <w:rPr>
          <w:b w:val="0"/>
          <w:sz w:val="16"/>
          <w:szCs w:val="16"/>
        </w:rPr>
      </w:pPr>
    </w:p>
    <w:p w:rsidR="00890B44" w:rsidRPr="00A7566C" w:rsidRDefault="00890B44" w:rsidP="00E535FE">
      <w:pPr>
        <w:pStyle w:val="ListParagraph"/>
        <w:ind w:left="0" w:right="21" w:firstLine="720"/>
        <w:rPr>
          <w:b w:val="0"/>
          <w:sz w:val="24"/>
          <w:szCs w:val="24"/>
        </w:rPr>
      </w:pPr>
      <w:bookmarkStart w:id="0" w:name="sub_1000"/>
      <w:r w:rsidRPr="00A7566C">
        <w:rPr>
          <w:b w:val="0"/>
          <w:sz w:val="24"/>
          <w:szCs w:val="24"/>
        </w:rPr>
        <w:t>1. Внести в решение Думы Советского района от 28.09.2012 № 163 «О создании Дорожного фонда Советского района», следующие дополнения:</w:t>
      </w:r>
    </w:p>
    <w:p w:rsidR="00890B44" w:rsidRPr="00A7566C" w:rsidRDefault="00890B44" w:rsidP="00E535FE">
      <w:pPr>
        <w:pStyle w:val="ListParagraph"/>
        <w:numPr>
          <w:ilvl w:val="1"/>
          <w:numId w:val="31"/>
        </w:numPr>
        <w:tabs>
          <w:tab w:val="left" w:pos="1134"/>
        </w:tabs>
        <w:ind w:left="0" w:right="83" w:firstLine="705"/>
        <w:rPr>
          <w:b w:val="0"/>
          <w:sz w:val="24"/>
          <w:szCs w:val="24"/>
        </w:rPr>
      </w:pPr>
      <w:r w:rsidRPr="00A7566C">
        <w:rPr>
          <w:b w:val="0"/>
          <w:sz w:val="24"/>
          <w:szCs w:val="24"/>
        </w:rPr>
        <w:t>подпункт 2.2.1. пункта 2.2. раздела 2 «Порядка формирования и использования бюджетных ассигнований Дорожного фонда Советского района» дополнить частью «е» следующего содержания:</w:t>
      </w:r>
    </w:p>
    <w:p w:rsidR="00890B44" w:rsidRPr="00A7566C" w:rsidRDefault="00890B44" w:rsidP="00E535FE">
      <w:pPr>
        <w:tabs>
          <w:tab w:val="left" w:pos="1134"/>
        </w:tabs>
        <w:ind w:right="83"/>
        <w:rPr>
          <w:b w:val="0"/>
          <w:sz w:val="24"/>
          <w:szCs w:val="24"/>
        </w:rPr>
      </w:pPr>
      <w:r w:rsidRPr="00A7566C">
        <w:rPr>
          <w:b w:val="0"/>
          <w:sz w:val="24"/>
          <w:szCs w:val="24"/>
        </w:rPr>
        <w:t>«е)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Советского района.»;</w:t>
      </w:r>
    </w:p>
    <w:p w:rsidR="00890B44" w:rsidRPr="00A7566C" w:rsidRDefault="00890B44" w:rsidP="00E535FE">
      <w:pPr>
        <w:pStyle w:val="ListParagraph"/>
        <w:numPr>
          <w:ilvl w:val="1"/>
          <w:numId w:val="31"/>
        </w:numPr>
        <w:tabs>
          <w:tab w:val="left" w:pos="1134"/>
        </w:tabs>
        <w:ind w:left="0" w:right="83" w:firstLine="705"/>
        <w:rPr>
          <w:b w:val="0"/>
          <w:sz w:val="24"/>
          <w:szCs w:val="24"/>
        </w:rPr>
      </w:pPr>
      <w:r w:rsidRPr="00A7566C">
        <w:rPr>
          <w:b w:val="0"/>
          <w:sz w:val="24"/>
          <w:szCs w:val="24"/>
        </w:rPr>
        <w:t>пункт 2.8. раздела 2 «Порядка формирования и использования бюджетных ассигнований Дорожного фонда Советского района» дополнить предложением следующего содержания: «Бюджетные ассигнования Дорожного фонда Советского района, не использованные в текущем финансовом году, направляются на увеличение бюджетных ассигнований Дорожного фонда Советского района в очередном финансовом году.».</w:t>
      </w:r>
    </w:p>
    <w:p w:rsidR="00890B44" w:rsidRPr="00A7566C" w:rsidRDefault="00890B44" w:rsidP="00E535FE">
      <w:pPr>
        <w:pStyle w:val="ListParagraph"/>
        <w:ind w:left="0" w:right="83" w:firstLine="720"/>
        <w:rPr>
          <w:b w:val="0"/>
          <w:sz w:val="24"/>
          <w:szCs w:val="24"/>
        </w:rPr>
      </w:pPr>
      <w:r w:rsidRPr="00A7566C">
        <w:rPr>
          <w:b w:val="0"/>
          <w:sz w:val="24"/>
          <w:szCs w:val="24"/>
        </w:rPr>
        <w:t>2. Опубликовать настоящее решение в порядке, установленном Уставом Советского района.</w:t>
      </w:r>
    </w:p>
    <w:p w:rsidR="00890B44" w:rsidRPr="00A7566C" w:rsidRDefault="00890B44" w:rsidP="00E535FE">
      <w:pPr>
        <w:pStyle w:val="ListParagraph"/>
        <w:ind w:left="0" w:right="83" w:firstLine="720"/>
        <w:rPr>
          <w:b w:val="0"/>
          <w:sz w:val="24"/>
          <w:szCs w:val="24"/>
        </w:rPr>
      </w:pPr>
      <w:r w:rsidRPr="00A7566C">
        <w:rPr>
          <w:b w:val="0"/>
          <w:sz w:val="24"/>
          <w:szCs w:val="24"/>
        </w:rPr>
        <w:t xml:space="preserve">3. Настоящее решение вступает в силу со дня его </w:t>
      </w:r>
      <w:hyperlink r:id="rId5" w:history="1">
        <w:r w:rsidRPr="00A7566C">
          <w:rPr>
            <w:b w:val="0"/>
            <w:sz w:val="24"/>
            <w:szCs w:val="24"/>
          </w:rPr>
          <w:t>официального опубликования</w:t>
        </w:r>
      </w:hyperlink>
      <w:r w:rsidRPr="00A7566C">
        <w:rPr>
          <w:b w:val="0"/>
          <w:sz w:val="24"/>
          <w:szCs w:val="24"/>
        </w:rPr>
        <w:t xml:space="preserve"> и распространяет свое действие на правоотношения, возникшие с 1 января 2014 года.</w:t>
      </w:r>
    </w:p>
    <w:p w:rsidR="00890B44" w:rsidRPr="008478FE" w:rsidRDefault="00890B44" w:rsidP="0000333F">
      <w:pPr>
        <w:widowControl/>
        <w:tabs>
          <w:tab w:val="left" w:pos="1134"/>
        </w:tabs>
        <w:ind w:right="0" w:firstLine="720"/>
        <w:rPr>
          <w:rFonts w:ascii="Arial" w:hAnsi="Arial" w:cs="Arial"/>
          <w:b w:val="0"/>
          <w:bCs w:val="0"/>
          <w:sz w:val="24"/>
          <w:szCs w:val="24"/>
        </w:rPr>
      </w:pPr>
    </w:p>
    <w:p w:rsidR="00890B44" w:rsidRDefault="00890B44" w:rsidP="008478FE">
      <w:pPr>
        <w:pStyle w:val="ListParagraph"/>
        <w:tabs>
          <w:tab w:val="left" w:pos="1134"/>
        </w:tabs>
        <w:ind w:left="705" w:firstLine="0"/>
        <w:rPr>
          <w:b w:val="0"/>
          <w:sz w:val="24"/>
          <w:szCs w:val="24"/>
        </w:rPr>
      </w:pPr>
    </w:p>
    <w:p w:rsidR="00890B44" w:rsidRPr="008478FE" w:rsidRDefault="00890B44" w:rsidP="008478FE">
      <w:pPr>
        <w:pStyle w:val="ListParagraph"/>
        <w:tabs>
          <w:tab w:val="left" w:pos="1134"/>
        </w:tabs>
        <w:ind w:left="705" w:firstLine="0"/>
        <w:rPr>
          <w:b w:val="0"/>
          <w:sz w:val="24"/>
          <w:szCs w:val="24"/>
        </w:rPr>
      </w:pPr>
    </w:p>
    <w:p w:rsidR="00890B44" w:rsidRDefault="00890B44" w:rsidP="0021113C">
      <w:pPr>
        <w:tabs>
          <w:tab w:val="num" w:pos="0"/>
        </w:tabs>
        <w:ind w:right="21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</w:t>
      </w:r>
      <w:r w:rsidRPr="007B050B">
        <w:rPr>
          <w:b w:val="0"/>
          <w:sz w:val="24"/>
          <w:szCs w:val="24"/>
        </w:rPr>
        <w:t>лава Советского района</w:t>
      </w:r>
      <w:r w:rsidRPr="007B050B">
        <w:rPr>
          <w:b w:val="0"/>
          <w:sz w:val="24"/>
          <w:szCs w:val="24"/>
        </w:rPr>
        <w:tab/>
      </w:r>
      <w:r w:rsidRPr="007B050B">
        <w:rPr>
          <w:b w:val="0"/>
          <w:sz w:val="24"/>
          <w:szCs w:val="24"/>
        </w:rPr>
        <w:tab/>
      </w:r>
      <w:r w:rsidRPr="007B050B">
        <w:rPr>
          <w:b w:val="0"/>
          <w:sz w:val="24"/>
          <w:szCs w:val="24"/>
        </w:rPr>
        <w:tab/>
      </w:r>
      <w:r w:rsidRPr="007B050B">
        <w:rPr>
          <w:b w:val="0"/>
          <w:sz w:val="24"/>
          <w:szCs w:val="24"/>
        </w:rPr>
        <w:tab/>
      </w:r>
      <w:r w:rsidRPr="007B050B">
        <w:rPr>
          <w:b w:val="0"/>
          <w:sz w:val="24"/>
          <w:szCs w:val="24"/>
        </w:rPr>
        <w:tab/>
      </w:r>
      <w:r w:rsidRPr="007B050B">
        <w:rPr>
          <w:b w:val="0"/>
          <w:sz w:val="24"/>
          <w:szCs w:val="24"/>
        </w:rPr>
        <w:tab/>
      </w:r>
      <w:r w:rsidRPr="007B050B">
        <w:rPr>
          <w:b w:val="0"/>
          <w:sz w:val="24"/>
          <w:szCs w:val="24"/>
        </w:rPr>
        <w:tab/>
      </w:r>
      <w:r w:rsidRPr="007B050B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      </w:t>
      </w:r>
      <w:r w:rsidRPr="007B050B">
        <w:rPr>
          <w:b w:val="0"/>
          <w:sz w:val="24"/>
          <w:szCs w:val="24"/>
        </w:rPr>
        <w:t>С.В. Удинцев</w:t>
      </w:r>
      <w:bookmarkEnd w:id="0"/>
    </w:p>
    <w:p w:rsidR="00890B44" w:rsidRDefault="00890B44" w:rsidP="0021113C">
      <w:pPr>
        <w:tabs>
          <w:tab w:val="num" w:pos="0"/>
        </w:tabs>
        <w:ind w:right="21" w:firstLine="0"/>
        <w:rPr>
          <w:b w:val="0"/>
          <w:sz w:val="24"/>
          <w:szCs w:val="24"/>
        </w:rPr>
      </w:pPr>
    </w:p>
    <w:p w:rsidR="00890B44" w:rsidRDefault="00890B44" w:rsidP="0021113C">
      <w:pPr>
        <w:tabs>
          <w:tab w:val="num" w:pos="0"/>
        </w:tabs>
        <w:ind w:right="21" w:firstLine="0"/>
        <w:rPr>
          <w:b w:val="0"/>
          <w:sz w:val="24"/>
          <w:szCs w:val="24"/>
        </w:rPr>
      </w:pPr>
    </w:p>
    <w:p w:rsidR="00890B44" w:rsidRPr="00E535FE" w:rsidRDefault="00890B44" w:rsidP="00E535FE">
      <w:pPr>
        <w:ind w:right="-5" w:firstLine="0"/>
        <w:rPr>
          <w:b w:val="0"/>
        </w:rPr>
      </w:pPr>
      <w:r w:rsidRPr="00E535FE">
        <w:rPr>
          <w:b w:val="0"/>
        </w:rPr>
        <w:t>Дата принятия Думой Советского района</w:t>
      </w:r>
    </w:p>
    <w:p w:rsidR="00890B44" w:rsidRPr="00E535FE" w:rsidRDefault="00890B44" w:rsidP="00E535FE">
      <w:pPr>
        <w:ind w:right="-5" w:firstLine="0"/>
        <w:rPr>
          <w:b w:val="0"/>
        </w:rPr>
      </w:pPr>
      <w:r w:rsidRPr="00E535FE">
        <w:rPr>
          <w:b w:val="0"/>
        </w:rPr>
        <w:t xml:space="preserve">«25» апреля </w:t>
      </w:r>
      <w:smartTag w:uri="urn:schemas-microsoft-com:office:smarttags" w:element="metricconverter">
        <w:smartTagPr>
          <w:attr w:name="ProductID" w:val="2014 г"/>
        </w:smartTagPr>
        <w:r w:rsidRPr="00E535FE">
          <w:rPr>
            <w:b w:val="0"/>
          </w:rPr>
          <w:t>2014 г</w:t>
        </w:r>
      </w:smartTag>
      <w:r w:rsidRPr="00E535FE">
        <w:rPr>
          <w:b w:val="0"/>
        </w:rPr>
        <w:t>.</w:t>
      </w:r>
    </w:p>
    <w:p w:rsidR="00890B44" w:rsidRPr="0021113C" w:rsidRDefault="00890B44" w:rsidP="0021113C">
      <w:pPr>
        <w:tabs>
          <w:tab w:val="num" w:pos="0"/>
        </w:tabs>
        <w:ind w:right="21" w:firstLine="0"/>
        <w:rPr>
          <w:b w:val="0"/>
          <w:bCs w:val="0"/>
          <w:sz w:val="24"/>
          <w:szCs w:val="24"/>
        </w:rPr>
      </w:pPr>
    </w:p>
    <w:sectPr w:rsidR="00890B44" w:rsidRPr="0021113C" w:rsidSect="00E535FE">
      <w:pgSz w:w="11906" w:h="16838"/>
      <w:pgMar w:top="1134" w:right="624" w:bottom="1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3F8"/>
    <w:multiLevelType w:val="multilevel"/>
    <w:tmpl w:val="7154036C"/>
    <w:lvl w:ilvl="0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92" w:hanging="1800"/>
      </w:pPr>
      <w:rPr>
        <w:rFonts w:cs="Times New Roman" w:hint="default"/>
      </w:rPr>
    </w:lvl>
  </w:abstractNum>
  <w:abstractNum w:abstractNumId="1">
    <w:nsid w:val="01623A2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>
    <w:nsid w:val="037A048A"/>
    <w:multiLevelType w:val="multilevel"/>
    <w:tmpl w:val="B030A51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  <w:b w:val="0"/>
        <w:sz w:val="24"/>
      </w:rPr>
    </w:lvl>
  </w:abstractNum>
  <w:abstractNum w:abstractNumId="3">
    <w:nsid w:val="052457FF"/>
    <w:multiLevelType w:val="multilevel"/>
    <w:tmpl w:val="EED86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07601CC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081839D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8461A0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C025E2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E3B2C9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0E65712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1756793B"/>
    <w:multiLevelType w:val="multilevel"/>
    <w:tmpl w:val="041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75D7F55"/>
    <w:multiLevelType w:val="multilevel"/>
    <w:tmpl w:val="88CA4BE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20120B0F"/>
    <w:multiLevelType w:val="multilevel"/>
    <w:tmpl w:val="F6E6604E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3">
    <w:nsid w:val="20161AB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>
    <w:nsid w:val="20C72F51"/>
    <w:multiLevelType w:val="multilevel"/>
    <w:tmpl w:val="0DD87B6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5">
    <w:nsid w:val="27A113F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>
    <w:nsid w:val="28475FCF"/>
    <w:multiLevelType w:val="multilevel"/>
    <w:tmpl w:val="7E2E1A1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293A446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AEF4316"/>
    <w:multiLevelType w:val="multilevel"/>
    <w:tmpl w:val="04190023"/>
    <w:lvl w:ilvl="0">
      <w:start w:val="1"/>
      <w:numFmt w:val="upperRoman"/>
      <w:pStyle w:val="Heading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9">
    <w:nsid w:val="2B2A1FA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2BAC1AD9"/>
    <w:multiLevelType w:val="multilevel"/>
    <w:tmpl w:val="0419001F"/>
    <w:numStyleLink w:val="111111"/>
  </w:abstractNum>
  <w:abstractNum w:abstractNumId="21">
    <w:nsid w:val="2BF50C5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C5F721A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2D501182"/>
    <w:multiLevelType w:val="hybridMultilevel"/>
    <w:tmpl w:val="8B1675FE"/>
    <w:lvl w:ilvl="0" w:tplc="37AE7114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05E45B6"/>
    <w:multiLevelType w:val="multilevel"/>
    <w:tmpl w:val="0419001D"/>
    <w:styleLink w:val="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3AFC0BCD"/>
    <w:multiLevelType w:val="multilevel"/>
    <w:tmpl w:val="BF3858F0"/>
    <w:lvl w:ilvl="0">
      <w:start w:val="2"/>
      <w:numFmt w:val="decimal"/>
      <w:lvlText w:val="%1.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74"/>
        </w:tabs>
        <w:ind w:left="2074" w:hanging="13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83"/>
        </w:tabs>
        <w:ind w:left="2783" w:hanging="13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92"/>
        </w:tabs>
        <w:ind w:left="3492" w:hanging="13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1"/>
        </w:tabs>
        <w:ind w:left="4201" w:hanging="136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10"/>
        </w:tabs>
        <w:ind w:left="4910" w:hanging="136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6">
    <w:nsid w:val="3E1B4301"/>
    <w:multiLevelType w:val="multilevel"/>
    <w:tmpl w:val="0419001D"/>
    <w:styleLink w:val="3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400948C4"/>
    <w:multiLevelType w:val="multilevel"/>
    <w:tmpl w:val="B2E805CC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78"/>
        </w:tabs>
        <w:ind w:left="2678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87"/>
        </w:tabs>
        <w:ind w:left="3387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96"/>
        </w:tabs>
        <w:ind w:left="4096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05"/>
        </w:tabs>
        <w:ind w:left="4805" w:hanging="12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8">
    <w:nsid w:val="44E54927"/>
    <w:multiLevelType w:val="multilevel"/>
    <w:tmpl w:val="0419001D"/>
    <w:numStyleLink w:val="3"/>
  </w:abstractNum>
  <w:abstractNum w:abstractNumId="29">
    <w:nsid w:val="46475C4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48CF7C88"/>
    <w:multiLevelType w:val="multilevel"/>
    <w:tmpl w:val="EED86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1">
    <w:nsid w:val="4ACC2E0A"/>
    <w:multiLevelType w:val="multilevel"/>
    <w:tmpl w:val="D0C6D78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2">
    <w:nsid w:val="506E5B7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3">
    <w:nsid w:val="51061452"/>
    <w:multiLevelType w:val="multilevel"/>
    <w:tmpl w:val="E03CFD9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34">
    <w:nsid w:val="573F4E9E"/>
    <w:multiLevelType w:val="hybridMultilevel"/>
    <w:tmpl w:val="15BE798A"/>
    <w:lvl w:ilvl="0" w:tplc="18B2E61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8AE567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6">
    <w:nsid w:val="59BE1E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7">
    <w:nsid w:val="67090FDE"/>
    <w:multiLevelType w:val="multilevel"/>
    <w:tmpl w:val="EC9CCC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>
    <w:nsid w:val="67783F0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>
    <w:nsid w:val="6D90695B"/>
    <w:multiLevelType w:val="multilevel"/>
    <w:tmpl w:val="9222BC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40">
    <w:nsid w:val="6E69742D"/>
    <w:multiLevelType w:val="multilevel"/>
    <w:tmpl w:val="EC9CCC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1">
    <w:nsid w:val="71290461"/>
    <w:multiLevelType w:val="hybridMultilevel"/>
    <w:tmpl w:val="DE8C64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1494F59"/>
    <w:multiLevelType w:val="hybridMultilevel"/>
    <w:tmpl w:val="9EE68A0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70D063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78477B2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5">
    <w:nsid w:val="7D335FE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34"/>
  </w:num>
  <w:num w:numId="4">
    <w:abstractNumId w:val="19"/>
  </w:num>
  <w:num w:numId="5">
    <w:abstractNumId w:val="29"/>
  </w:num>
  <w:num w:numId="6">
    <w:abstractNumId w:val="43"/>
  </w:num>
  <w:num w:numId="7">
    <w:abstractNumId w:val="10"/>
  </w:num>
  <w:num w:numId="8">
    <w:abstractNumId w:val="20"/>
  </w:num>
  <w:num w:numId="9">
    <w:abstractNumId w:val="25"/>
  </w:num>
  <w:num w:numId="10">
    <w:abstractNumId w:val="18"/>
  </w:num>
  <w:num w:numId="11">
    <w:abstractNumId w:val="37"/>
  </w:num>
  <w:num w:numId="12">
    <w:abstractNumId w:val="40"/>
  </w:num>
  <w:num w:numId="13">
    <w:abstractNumId w:val="27"/>
  </w:num>
  <w:num w:numId="14">
    <w:abstractNumId w:val="0"/>
  </w:num>
  <w:num w:numId="15">
    <w:abstractNumId w:val="3"/>
  </w:num>
  <w:num w:numId="16">
    <w:abstractNumId w:val="2"/>
  </w:num>
  <w:num w:numId="17">
    <w:abstractNumId w:val="30"/>
  </w:num>
  <w:num w:numId="18">
    <w:abstractNumId w:val="14"/>
  </w:num>
  <w:num w:numId="19">
    <w:abstractNumId w:val="24"/>
  </w:num>
  <w:num w:numId="20">
    <w:abstractNumId w:val="28"/>
  </w:num>
  <w:num w:numId="21">
    <w:abstractNumId w:val="9"/>
  </w:num>
  <w:num w:numId="22">
    <w:abstractNumId w:val="26"/>
  </w:num>
  <w:num w:numId="23">
    <w:abstractNumId w:val="11"/>
  </w:num>
  <w:num w:numId="24">
    <w:abstractNumId w:val="12"/>
  </w:num>
  <w:num w:numId="25">
    <w:abstractNumId w:val="44"/>
  </w:num>
  <w:num w:numId="26">
    <w:abstractNumId w:val="23"/>
  </w:num>
  <w:num w:numId="27">
    <w:abstractNumId w:val="16"/>
  </w:num>
  <w:num w:numId="28">
    <w:abstractNumId w:val="31"/>
  </w:num>
  <w:num w:numId="29">
    <w:abstractNumId w:val="41"/>
  </w:num>
  <w:num w:numId="30">
    <w:abstractNumId w:val="42"/>
  </w:num>
  <w:num w:numId="31">
    <w:abstractNumId w:val="33"/>
  </w:num>
  <w:num w:numId="32">
    <w:abstractNumId w:val="6"/>
  </w:num>
  <w:num w:numId="33">
    <w:abstractNumId w:val="35"/>
  </w:num>
  <w:num w:numId="34">
    <w:abstractNumId w:val="4"/>
  </w:num>
  <w:num w:numId="35">
    <w:abstractNumId w:val="7"/>
  </w:num>
  <w:num w:numId="36">
    <w:abstractNumId w:val="38"/>
  </w:num>
  <w:num w:numId="37">
    <w:abstractNumId w:val="36"/>
  </w:num>
  <w:num w:numId="38">
    <w:abstractNumId w:val="13"/>
  </w:num>
  <w:num w:numId="39">
    <w:abstractNumId w:val="45"/>
  </w:num>
  <w:num w:numId="40">
    <w:abstractNumId w:val="17"/>
  </w:num>
  <w:num w:numId="41">
    <w:abstractNumId w:val="1"/>
  </w:num>
  <w:num w:numId="42">
    <w:abstractNumId w:val="15"/>
  </w:num>
  <w:num w:numId="43">
    <w:abstractNumId w:val="5"/>
  </w:num>
  <w:num w:numId="44">
    <w:abstractNumId w:val="8"/>
  </w:num>
  <w:num w:numId="45">
    <w:abstractNumId w:val="32"/>
  </w:num>
  <w:num w:numId="46">
    <w:abstractNumId w:val="22"/>
  </w:num>
  <w:num w:numId="4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74E"/>
    <w:rsid w:val="0000333F"/>
    <w:rsid w:val="00005B12"/>
    <w:rsid w:val="00007952"/>
    <w:rsid w:val="00032BE4"/>
    <w:rsid w:val="000409FB"/>
    <w:rsid w:val="000501E2"/>
    <w:rsid w:val="00067CBA"/>
    <w:rsid w:val="000907FC"/>
    <w:rsid w:val="000A18C6"/>
    <w:rsid w:val="000B2EF3"/>
    <w:rsid w:val="000D277B"/>
    <w:rsid w:val="000D350E"/>
    <w:rsid w:val="000E243C"/>
    <w:rsid w:val="000E5811"/>
    <w:rsid w:val="000F0EBA"/>
    <w:rsid w:val="00106D41"/>
    <w:rsid w:val="00114E0B"/>
    <w:rsid w:val="00125C2D"/>
    <w:rsid w:val="00136EA5"/>
    <w:rsid w:val="00141BDC"/>
    <w:rsid w:val="00145722"/>
    <w:rsid w:val="001762DA"/>
    <w:rsid w:val="001863D2"/>
    <w:rsid w:val="001867D4"/>
    <w:rsid w:val="0018738B"/>
    <w:rsid w:val="001900EC"/>
    <w:rsid w:val="00192CEB"/>
    <w:rsid w:val="001931FF"/>
    <w:rsid w:val="001A06B6"/>
    <w:rsid w:val="001A4232"/>
    <w:rsid w:val="001C12C5"/>
    <w:rsid w:val="001D17D7"/>
    <w:rsid w:val="001E1A61"/>
    <w:rsid w:val="0021113C"/>
    <w:rsid w:val="00212E48"/>
    <w:rsid w:val="00217C0D"/>
    <w:rsid w:val="002245DD"/>
    <w:rsid w:val="00224C1E"/>
    <w:rsid w:val="00225C24"/>
    <w:rsid w:val="00240A09"/>
    <w:rsid w:val="00245742"/>
    <w:rsid w:val="002505E6"/>
    <w:rsid w:val="0025579C"/>
    <w:rsid w:val="00257B32"/>
    <w:rsid w:val="002644F4"/>
    <w:rsid w:val="002647B2"/>
    <w:rsid w:val="00265A3B"/>
    <w:rsid w:val="002820DD"/>
    <w:rsid w:val="0029435E"/>
    <w:rsid w:val="00297B8C"/>
    <w:rsid w:val="002A44A7"/>
    <w:rsid w:val="002C1470"/>
    <w:rsid w:val="002C3CF1"/>
    <w:rsid w:val="002C54AA"/>
    <w:rsid w:val="002D2365"/>
    <w:rsid w:val="002E1338"/>
    <w:rsid w:val="002E21C4"/>
    <w:rsid w:val="002F1BDA"/>
    <w:rsid w:val="002F4214"/>
    <w:rsid w:val="00326F3E"/>
    <w:rsid w:val="003270D5"/>
    <w:rsid w:val="0033253E"/>
    <w:rsid w:val="0036213A"/>
    <w:rsid w:val="003659EF"/>
    <w:rsid w:val="0038216B"/>
    <w:rsid w:val="003903AE"/>
    <w:rsid w:val="003919B4"/>
    <w:rsid w:val="00397B03"/>
    <w:rsid w:val="003A3E8A"/>
    <w:rsid w:val="003A4867"/>
    <w:rsid w:val="003B759E"/>
    <w:rsid w:val="003C092C"/>
    <w:rsid w:val="003C214E"/>
    <w:rsid w:val="003C44C5"/>
    <w:rsid w:val="003C6876"/>
    <w:rsid w:val="003C7BFD"/>
    <w:rsid w:val="003D0F9E"/>
    <w:rsid w:val="003D3615"/>
    <w:rsid w:val="003F4BCF"/>
    <w:rsid w:val="003F6D7C"/>
    <w:rsid w:val="004103FF"/>
    <w:rsid w:val="00422275"/>
    <w:rsid w:val="00426711"/>
    <w:rsid w:val="00433426"/>
    <w:rsid w:val="00434660"/>
    <w:rsid w:val="00437A64"/>
    <w:rsid w:val="004666FC"/>
    <w:rsid w:val="00471FE0"/>
    <w:rsid w:val="00474C50"/>
    <w:rsid w:val="00485590"/>
    <w:rsid w:val="00492662"/>
    <w:rsid w:val="00496E5A"/>
    <w:rsid w:val="004970B2"/>
    <w:rsid w:val="004A0369"/>
    <w:rsid w:val="004A5946"/>
    <w:rsid w:val="004B477A"/>
    <w:rsid w:val="004B5EBE"/>
    <w:rsid w:val="004C11EE"/>
    <w:rsid w:val="004D3FF0"/>
    <w:rsid w:val="004F3939"/>
    <w:rsid w:val="004F49CF"/>
    <w:rsid w:val="004F63C9"/>
    <w:rsid w:val="00526BDA"/>
    <w:rsid w:val="005307B7"/>
    <w:rsid w:val="0053443C"/>
    <w:rsid w:val="00540CB7"/>
    <w:rsid w:val="0054188F"/>
    <w:rsid w:val="00563F6A"/>
    <w:rsid w:val="00572326"/>
    <w:rsid w:val="005733ED"/>
    <w:rsid w:val="00573956"/>
    <w:rsid w:val="0057575D"/>
    <w:rsid w:val="00586486"/>
    <w:rsid w:val="005B1FA6"/>
    <w:rsid w:val="005B6491"/>
    <w:rsid w:val="005C693F"/>
    <w:rsid w:val="005E6113"/>
    <w:rsid w:val="005E7772"/>
    <w:rsid w:val="005F4BC4"/>
    <w:rsid w:val="00606AC6"/>
    <w:rsid w:val="00624273"/>
    <w:rsid w:val="00634544"/>
    <w:rsid w:val="00640D91"/>
    <w:rsid w:val="00641064"/>
    <w:rsid w:val="00642E19"/>
    <w:rsid w:val="006476BF"/>
    <w:rsid w:val="00654E15"/>
    <w:rsid w:val="00667E37"/>
    <w:rsid w:val="006961FC"/>
    <w:rsid w:val="006A1C69"/>
    <w:rsid w:val="006A4A04"/>
    <w:rsid w:val="006B5660"/>
    <w:rsid w:val="006C2D04"/>
    <w:rsid w:val="006C6670"/>
    <w:rsid w:val="006E507C"/>
    <w:rsid w:val="006F783C"/>
    <w:rsid w:val="00702A3F"/>
    <w:rsid w:val="007203D2"/>
    <w:rsid w:val="00722589"/>
    <w:rsid w:val="00736F44"/>
    <w:rsid w:val="0076049F"/>
    <w:rsid w:val="00774D58"/>
    <w:rsid w:val="007926F3"/>
    <w:rsid w:val="0079733D"/>
    <w:rsid w:val="007A3658"/>
    <w:rsid w:val="007B050B"/>
    <w:rsid w:val="007C7C91"/>
    <w:rsid w:val="007D7B43"/>
    <w:rsid w:val="007E4F7F"/>
    <w:rsid w:val="007E614E"/>
    <w:rsid w:val="007F0AC2"/>
    <w:rsid w:val="008043E5"/>
    <w:rsid w:val="00805D8E"/>
    <w:rsid w:val="0081495A"/>
    <w:rsid w:val="00814C64"/>
    <w:rsid w:val="008311B8"/>
    <w:rsid w:val="0083347E"/>
    <w:rsid w:val="0084352A"/>
    <w:rsid w:val="008478FE"/>
    <w:rsid w:val="0085176A"/>
    <w:rsid w:val="0085733A"/>
    <w:rsid w:val="008604FD"/>
    <w:rsid w:val="00861AFC"/>
    <w:rsid w:val="00872C70"/>
    <w:rsid w:val="00874DDD"/>
    <w:rsid w:val="00880171"/>
    <w:rsid w:val="00890B44"/>
    <w:rsid w:val="00896BB5"/>
    <w:rsid w:val="00897F09"/>
    <w:rsid w:val="008A2867"/>
    <w:rsid w:val="008B004D"/>
    <w:rsid w:val="008E6376"/>
    <w:rsid w:val="00901CCD"/>
    <w:rsid w:val="00905199"/>
    <w:rsid w:val="0094217A"/>
    <w:rsid w:val="009503AD"/>
    <w:rsid w:val="0095277C"/>
    <w:rsid w:val="00952A15"/>
    <w:rsid w:val="009546DB"/>
    <w:rsid w:val="00956264"/>
    <w:rsid w:val="00971571"/>
    <w:rsid w:val="009A4AE6"/>
    <w:rsid w:val="009C0A3D"/>
    <w:rsid w:val="009C79E1"/>
    <w:rsid w:val="009F1533"/>
    <w:rsid w:val="00A03EB6"/>
    <w:rsid w:val="00A13B09"/>
    <w:rsid w:val="00A1466A"/>
    <w:rsid w:val="00A218AF"/>
    <w:rsid w:val="00A43600"/>
    <w:rsid w:val="00A43A37"/>
    <w:rsid w:val="00A54FEE"/>
    <w:rsid w:val="00A67C7D"/>
    <w:rsid w:val="00A7566C"/>
    <w:rsid w:val="00A96347"/>
    <w:rsid w:val="00AA1A20"/>
    <w:rsid w:val="00AA5861"/>
    <w:rsid w:val="00AB3621"/>
    <w:rsid w:val="00AD32E6"/>
    <w:rsid w:val="00AD77EE"/>
    <w:rsid w:val="00AE53BB"/>
    <w:rsid w:val="00AE6883"/>
    <w:rsid w:val="00AE72EA"/>
    <w:rsid w:val="00B0341E"/>
    <w:rsid w:val="00B05703"/>
    <w:rsid w:val="00B05D17"/>
    <w:rsid w:val="00B10C15"/>
    <w:rsid w:val="00B505A3"/>
    <w:rsid w:val="00B569EA"/>
    <w:rsid w:val="00B57A96"/>
    <w:rsid w:val="00B8250D"/>
    <w:rsid w:val="00B865E7"/>
    <w:rsid w:val="00B86BC0"/>
    <w:rsid w:val="00B87F77"/>
    <w:rsid w:val="00B90295"/>
    <w:rsid w:val="00BA6D6B"/>
    <w:rsid w:val="00BB020E"/>
    <w:rsid w:val="00BC3F18"/>
    <w:rsid w:val="00BC601C"/>
    <w:rsid w:val="00BE60C1"/>
    <w:rsid w:val="00BF2EF0"/>
    <w:rsid w:val="00C03AAF"/>
    <w:rsid w:val="00C14227"/>
    <w:rsid w:val="00C222FA"/>
    <w:rsid w:val="00C22ED3"/>
    <w:rsid w:val="00C3503D"/>
    <w:rsid w:val="00C36872"/>
    <w:rsid w:val="00C510CC"/>
    <w:rsid w:val="00C8204C"/>
    <w:rsid w:val="00C85F78"/>
    <w:rsid w:val="00C91229"/>
    <w:rsid w:val="00CB241E"/>
    <w:rsid w:val="00CB66F6"/>
    <w:rsid w:val="00CC1DEC"/>
    <w:rsid w:val="00CC2C99"/>
    <w:rsid w:val="00CC335D"/>
    <w:rsid w:val="00CE2CA3"/>
    <w:rsid w:val="00CF7904"/>
    <w:rsid w:val="00D224E7"/>
    <w:rsid w:val="00D250E0"/>
    <w:rsid w:val="00D26D89"/>
    <w:rsid w:val="00D32F1D"/>
    <w:rsid w:val="00D379AE"/>
    <w:rsid w:val="00D43B4E"/>
    <w:rsid w:val="00D45F94"/>
    <w:rsid w:val="00D506B8"/>
    <w:rsid w:val="00D562B7"/>
    <w:rsid w:val="00D65E65"/>
    <w:rsid w:val="00D71A65"/>
    <w:rsid w:val="00D75E1D"/>
    <w:rsid w:val="00D84413"/>
    <w:rsid w:val="00D93358"/>
    <w:rsid w:val="00D97898"/>
    <w:rsid w:val="00DA0D34"/>
    <w:rsid w:val="00DC35D9"/>
    <w:rsid w:val="00DD0B6B"/>
    <w:rsid w:val="00DD28E5"/>
    <w:rsid w:val="00DD3243"/>
    <w:rsid w:val="00DE1104"/>
    <w:rsid w:val="00DF1961"/>
    <w:rsid w:val="00DF2729"/>
    <w:rsid w:val="00DF428C"/>
    <w:rsid w:val="00DF4B8B"/>
    <w:rsid w:val="00E03B88"/>
    <w:rsid w:val="00E21C54"/>
    <w:rsid w:val="00E22578"/>
    <w:rsid w:val="00E26FB9"/>
    <w:rsid w:val="00E3274E"/>
    <w:rsid w:val="00E535FE"/>
    <w:rsid w:val="00E56088"/>
    <w:rsid w:val="00E75028"/>
    <w:rsid w:val="00E81C3C"/>
    <w:rsid w:val="00EB210C"/>
    <w:rsid w:val="00EB3049"/>
    <w:rsid w:val="00EC5030"/>
    <w:rsid w:val="00ED205D"/>
    <w:rsid w:val="00ED35BC"/>
    <w:rsid w:val="00F01B02"/>
    <w:rsid w:val="00F0533A"/>
    <w:rsid w:val="00F07CB0"/>
    <w:rsid w:val="00F24963"/>
    <w:rsid w:val="00F26A6E"/>
    <w:rsid w:val="00F360EA"/>
    <w:rsid w:val="00F41F39"/>
    <w:rsid w:val="00F66292"/>
    <w:rsid w:val="00F803D1"/>
    <w:rsid w:val="00F83CC5"/>
    <w:rsid w:val="00F86906"/>
    <w:rsid w:val="00F948F4"/>
    <w:rsid w:val="00F96600"/>
    <w:rsid w:val="00FA0902"/>
    <w:rsid w:val="00FC2B22"/>
    <w:rsid w:val="00FF27E7"/>
    <w:rsid w:val="00FF3393"/>
    <w:rsid w:val="00FF4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74E"/>
    <w:pPr>
      <w:widowControl w:val="0"/>
      <w:autoSpaceDE w:val="0"/>
      <w:autoSpaceDN w:val="0"/>
      <w:adjustRightInd w:val="0"/>
      <w:ind w:right="567" w:firstLine="709"/>
      <w:jc w:val="both"/>
    </w:pPr>
    <w:rPr>
      <w:b/>
      <w:b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274E"/>
    <w:pPr>
      <w:keepNext/>
      <w:widowControl/>
      <w:numPr>
        <w:numId w:val="10"/>
      </w:numPr>
      <w:autoSpaceDE/>
      <w:autoSpaceDN/>
      <w:adjustRightInd/>
      <w:ind w:firstLine="0"/>
      <w:jc w:val="center"/>
      <w:outlineLvl w:val="0"/>
    </w:pPr>
    <w:rPr>
      <w:b w:val="0"/>
      <w:bCs w:val="0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274E"/>
    <w:pPr>
      <w:keepNext/>
      <w:widowControl/>
      <w:numPr>
        <w:ilvl w:val="1"/>
        <w:numId w:val="10"/>
      </w:numPr>
      <w:autoSpaceDE/>
      <w:autoSpaceDN/>
      <w:adjustRightInd/>
      <w:ind w:firstLine="0"/>
      <w:outlineLvl w:val="1"/>
    </w:pPr>
    <w:rPr>
      <w:b w:val="0"/>
      <w:bCs w:val="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0B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D0B6B"/>
    <w:rPr>
      <w:rFonts w:ascii="Cambria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E3274E"/>
    <w:pPr>
      <w:widowControl/>
      <w:autoSpaceDE/>
      <w:autoSpaceDN/>
      <w:adjustRightInd/>
      <w:jc w:val="center"/>
    </w:pPr>
    <w:rPr>
      <w:bCs w:val="0"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DD0B6B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E327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D0B6B"/>
    <w:rPr>
      <w:rFonts w:cs="Times New Roman"/>
      <w:b/>
      <w:bCs/>
      <w:sz w:val="20"/>
      <w:szCs w:val="20"/>
    </w:rPr>
  </w:style>
  <w:style w:type="paragraph" w:customStyle="1" w:styleId="a">
    <w:name w:val="Статья"/>
    <w:basedOn w:val="Normal"/>
    <w:uiPriority w:val="99"/>
    <w:rsid w:val="00E3274E"/>
    <w:pPr>
      <w:widowControl/>
      <w:autoSpaceDE/>
      <w:autoSpaceDN/>
      <w:adjustRightInd/>
      <w:spacing w:before="400" w:line="360" w:lineRule="auto"/>
      <w:ind w:left="708"/>
    </w:pPr>
    <w:rPr>
      <w:bCs w:val="0"/>
      <w:sz w:val="28"/>
      <w:szCs w:val="24"/>
    </w:rPr>
  </w:style>
  <w:style w:type="paragraph" w:customStyle="1" w:styleId="a0">
    <w:name w:val="Абзац"/>
    <w:uiPriority w:val="99"/>
    <w:rsid w:val="00E3274E"/>
    <w:pPr>
      <w:spacing w:line="360" w:lineRule="auto"/>
      <w:ind w:right="567" w:firstLine="709"/>
      <w:jc w:val="both"/>
    </w:pPr>
    <w:rPr>
      <w:sz w:val="28"/>
      <w:szCs w:val="24"/>
    </w:rPr>
  </w:style>
  <w:style w:type="paragraph" w:customStyle="1" w:styleId="ConsPlusTitle">
    <w:name w:val="ConsPlusTitle"/>
    <w:basedOn w:val="Normal"/>
    <w:uiPriority w:val="99"/>
    <w:rsid w:val="00E3274E"/>
    <w:pPr>
      <w:jc w:val="center"/>
    </w:pPr>
    <w:rPr>
      <w:rFonts w:cs="Arial"/>
      <w:sz w:val="28"/>
    </w:rPr>
  </w:style>
  <w:style w:type="paragraph" w:customStyle="1" w:styleId="a1">
    <w:name w:val="Знак Знак Знак Знак"/>
    <w:basedOn w:val="Normal"/>
    <w:uiPriority w:val="99"/>
    <w:rsid w:val="00E3274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b w:val="0"/>
      <w:bCs w:val="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F0A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B6B"/>
    <w:rPr>
      <w:rFonts w:cs="Times New Roman"/>
      <w:b/>
      <w:bCs/>
      <w:sz w:val="2"/>
    </w:rPr>
  </w:style>
  <w:style w:type="paragraph" w:styleId="Footer">
    <w:name w:val="footer"/>
    <w:basedOn w:val="Normal"/>
    <w:link w:val="FooterChar"/>
    <w:uiPriority w:val="99"/>
    <w:rsid w:val="003C6876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6876"/>
    <w:rPr>
      <w:rFonts w:cs="Times New Roman"/>
      <w:sz w:val="24"/>
      <w:szCs w:val="24"/>
    </w:rPr>
  </w:style>
  <w:style w:type="character" w:customStyle="1" w:styleId="a2">
    <w:name w:val="Гипертекстовая ссылка"/>
    <w:basedOn w:val="DefaultParagraphFont"/>
    <w:uiPriority w:val="99"/>
    <w:rsid w:val="00971571"/>
    <w:rPr>
      <w:rFonts w:cs="Times New Roman"/>
      <w:b/>
      <w:bCs/>
      <w:color w:val="008000"/>
    </w:rPr>
  </w:style>
  <w:style w:type="character" w:customStyle="1" w:styleId="a3">
    <w:name w:val="Цветовое выделение"/>
    <w:uiPriority w:val="99"/>
    <w:rsid w:val="00971571"/>
    <w:rPr>
      <w:b/>
      <w:color w:val="000080"/>
    </w:rPr>
  </w:style>
  <w:style w:type="paragraph" w:customStyle="1" w:styleId="a4">
    <w:name w:val="Нормальный (таблица)"/>
    <w:basedOn w:val="Normal"/>
    <w:next w:val="Normal"/>
    <w:uiPriority w:val="99"/>
    <w:rsid w:val="00971571"/>
    <w:rPr>
      <w:rFonts w:ascii="Arial" w:hAnsi="Arial" w:cs="Arial"/>
      <w:b w:val="0"/>
      <w:bCs w:val="0"/>
      <w:sz w:val="24"/>
      <w:szCs w:val="24"/>
    </w:rPr>
  </w:style>
  <w:style w:type="paragraph" w:customStyle="1" w:styleId="a5">
    <w:name w:val="Прижатый влево"/>
    <w:basedOn w:val="Normal"/>
    <w:next w:val="Normal"/>
    <w:uiPriority w:val="99"/>
    <w:rsid w:val="00971571"/>
    <w:rPr>
      <w:rFonts w:ascii="Arial" w:hAnsi="Arial" w:cs="Arial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3C7BFD"/>
    <w:pPr>
      <w:ind w:left="720"/>
      <w:contextualSpacing/>
    </w:pPr>
  </w:style>
  <w:style w:type="character" w:customStyle="1" w:styleId="a6">
    <w:name w:val="Не вступил в силу"/>
    <w:basedOn w:val="a3"/>
    <w:uiPriority w:val="99"/>
    <w:rsid w:val="006E507C"/>
    <w:rPr>
      <w:rFonts w:cs="Times New Roman"/>
      <w:bCs/>
      <w:color w:val="000000"/>
      <w:shd w:val="clear" w:color="auto" w:fill="D8EDE8"/>
    </w:rPr>
  </w:style>
  <w:style w:type="numbering" w:styleId="1ai">
    <w:name w:val="Outline List 1"/>
    <w:basedOn w:val="NoList"/>
    <w:uiPriority w:val="99"/>
    <w:semiHidden/>
    <w:unhideWhenUsed/>
    <w:rsid w:val="006457B6"/>
    <w:pPr>
      <w:numPr>
        <w:numId w:val="21"/>
      </w:numPr>
    </w:pPr>
  </w:style>
  <w:style w:type="numbering" w:customStyle="1" w:styleId="1">
    <w:name w:val="Стиль1"/>
    <w:rsid w:val="006457B6"/>
    <w:pPr>
      <w:numPr>
        <w:numId w:val="7"/>
      </w:numPr>
    </w:pPr>
  </w:style>
  <w:style w:type="numbering" w:customStyle="1" w:styleId="2">
    <w:name w:val="Стиль2"/>
    <w:rsid w:val="006457B6"/>
    <w:pPr>
      <w:numPr>
        <w:numId w:val="19"/>
      </w:numPr>
    </w:pPr>
  </w:style>
  <w:style w:type="numbering" w:customStyle="1" w:styleId="3">
    <w:name w:val="Стиль3"/>
    <w:rsid w:val="006457B6"/>
    <w:pPr>
      <w:numPr>
        <w:numId w:val="22"/>
      </w:numPr>
    </w:pPr>
  </w:style>
  <w:style w:type="numbering" w:styleId="111111">
    <w:name w:val="Outline List 2"/>
    <w:basedOn w:val="NoList"/>
    <w:uiPriority w:val="99"/>
    <w:semiHidden/>
    <w:unhideWhenUsed/>
    <w:rsid w:val="006457B6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890678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280</Words>
  <Characters>1600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ShalaginovaOV</dc:creator>
  <cp:keywords/>
  <dc:description/>
  <cp:lastModifiedBy>FuckYouBill</cp:lastModifiedBy>
  <cp:revision>9</cp:revision>
  <cp:lastPrinted>2014-04-25T06:13:00Z</cp:lastPrinted>
  <dcterms:created xsi:type="dcterms:W3CDTF">2014-03-24T09:15:00Z</dcterms:created>
  <dcterms:modified xsi:type="dcterms:W3CDTF">2014-04-25T06:14:00Z</dcterms:modified>
</cp:coreProperties>
</file>